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5E27894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244A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244AE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9EFC14" w14:textId="77777777" w:rsidR="00A41AE4" w:rsidRDefault="0071620A" w:rsidP="00A41AE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41AE4">
        <w:rPr>
          <w:rFonts w:ascii="Corbel" w:hAnsi="Corbel"/>
          <w:i/>
          <w:smallCaps/>
          <w:sz w:val="24"/>
          <w:szCs w:val="24"/>
        </w:rPr>
        <w:t>2024-2027</w:t>
      </w:r>
    </w:p>
    <w:p w14:paraId="286080A7" w14:textId="48D0AD8E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ED31EF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A41AE4">
        <w:rPr>
          <w:rFonts w:ascii="Corbel" w:hAnsi="Corbel"/>
          <w:b/>
          <w:sz w:val="20"/>
          <w:szCs w:val="20"/>
        </w:rPr>
        <w:t>5</w:t>
      </w:r>
      <w:r w:rsidR="00433A5F">
        <w:rPr>
          <w:rFonts w:ascii="Corbel" w:hAnsi="Corbel"/>
          <w:b/>
          <w:sz w:val="20"/>
          <w:szCs w:val="20"/>
        </w:rPr>
        <w:t>/202</w:t>
      </w:r>
      <w:r w:rsidR="00A41AE4">
        <w:rPr>
          <w:rFonts w:ascii="Corbel" w:hAnsi="Corbel"/>
          <w:b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4D51FF84" w:rsidR="00B06E9A" w:rsidRPr="009C54AE" w:rsidRDefault="001924E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1036DB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A0E0D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2CEFF969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herbartowska jako teoretyczna podstawa szkoły tradycyjnej, dydaktyka deweyowska jako podstawa szkoły progresywistycznej.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 xml:space="preserve">pojęcie celu kształcenia, źródła celów kształcenia; funkcje i istota celów kształcenia; klasyfikacja celów kształcenia: cele główne, etapowe i szczegółowe; związek </w:t>
            </w:r>
            <w:r w:rsidRPr="00A1399D">
              <w:rPr>
                <w:rFonts w:ascii="Corbel" w:hAnsi="Corbel"/>
                <w:sz w:val="24"/>
              </w:rPr>
              <w:lastRenderedPageBreak/>
              <w:t>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(microteaching).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istota i tradycje samokształcenia; edukacja ustawiczna; dorośli uczą się inaczej; perspektywy uczenia się przez całe </w:t>
            </w:r>
            <w:r w:rsidRPr="009B2DF5">
              <w:rPr>
                <w:rFonts w:ascii="Corbel" w:hAnsi="Corbel"/>
              </w:rPr>
              <w:lastRenderedPageBreak/>
              <w:t>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2DC98298" w:rsidR="0085747A" w:rsidRPr="009C54AE" w:rsidRDefault="00C61DC5" w:rsidP="00324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51236E9" w:rsidR="0085747A" w:rsidRPr="009C54AE" w:rsidRDefault="001924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F91E96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5ED87E1C" w:rsidR="00C61DC5" w:rsidRPr="009C54AE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4EE64DE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B64510" w:rsidR="00C61DC5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43B7E119" w:rsidR="00290D57" w:rsidRPr="009C54AE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7643D48A" w14:textId="77777777" w:rsidR="00EC134F" w:rsidRPr="009C54AE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33DB0B0" w14:textId="27FA8CD1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F3E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B021D6" w14:textId="6C91C284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F3E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500ED6AC" w14:textId="2EE03C16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F3E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6980337B" w14:textId="2C9D39E4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F3E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6FA4BA" w14:textId="56929F7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C84065" w14:textId="466BE0F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B4968B" w14:textId="77777777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12171C" w14:textId="115068C5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EB1F68" w14:textId="48F8E95C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92FEE38" w14:textId="16FEB399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43CBED6" w14:textId="4F6CB85F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30F43D2" w14:textId="2B842FF1" w:rsidR="00EC134F" w:rsidRPr="009C54AE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76413DBD" w14:textId="38454BC5" w:rsidR="00AB32C1" w:rsidRDefault="00AB32C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0F8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Eurydice – Sieć informacji o edukacji w Europie: </w:t>
            </w:r>
            <w:hyperlink r:id="rId9" w:history="1">
              <w:r w:rsidRPr="009F0F81">
                <w:rPr>
                  <w:rStyle w:val="Hipercze"/>
                  <w:rFonts w:ascii="Corbel" w:hAnsi="Corbel"/>
                  <w:b w:val="0"/>
                  <w:bCs/>
                  <w:smallCaps w:val="0"/>
                  <w:sz w:val="22"/>
                </w:rPr>
                <w:t>Strona główna | Eurydice</w:t>
              </w:r>
            </w:hyperlink>
          </w:p>
          <w:p w14:paraId="0086820E" w14:textId="4CEB3446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Hattie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2981BB2B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</w:t>
            </w:r>
            <w:r w:rsidR="005F3ED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21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Półturzycki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r w:rsidRPr="00740499">
              <w:rPr>
                <w:rFonts w:ascii="Corbel" w:hAnsi="Corbel" w:cstheme="minorHAnsi"/>
              </w:rPr>
              <w:t xml:space="preserve">Brudnik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Spitzer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82120" w14:textId="77777777" w:rsidR="0082636C" w:rsidRDefault="0082636C" w:rsidP="00C16ABF">
      <w:pPr>
        <w:spacing w:after="0" w:line="240" w:lineRule="auto"/>
      </w:pPr>
      <w:r>
        <w:separator/>
      </w:r>
    </w:p>
  </w:endnote>
  <w:endnote w:type="continuationSeparator" w:id="0">
    <w:p w14:paraId="2C6926DB" w14:textId="77777777" w:rsidR="0082636C" w:rsidRDefault="008263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C2331" w14:textId="77777777" w:rsidR="0082636C" w:rsidRDefault="0082636C" w:rsidP="00C16ABF">
      <w:pPr>
        <w:spacing w:after="0" w:line="240" w:lineRule="auto"/>
      </w:pPr>
      <w:r>
        <w:separator/>
      </w:r>
    </w:p>
  </w:footnote>
  <w:footnote w:type="continuationSeparator" w:id="0">
    <w:p w14:paraId="6C32D9BC" w14:textId="77777777" w:rsidR="0082636C" w:rsidRDefault="0082636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00030"/>
    <w:rsid w:val="001036DB"/>
    <w:rsid w:val="00112111"/>
    <w:rsid w:val="001227CC"/>
    <w:rsid w:val="00124BFF"/>
    <w:rsid w:val="0012560E"/>
    <w:rsid w:val="00127108"/>
    <w:rsid w:val="00134B13"/>
    <w:rsid w:val="00136DC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4E3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68E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244AE"/>
    <w:rsid w:val="003343CF"/>
    <w:rsid w:val="00340231"/>
    <w:rsid w:val="00346FE9"/>
    <w:rsid w:val="0034759A"/>
    <w:rsid w:val="003503F6"/>
    <w:rsid w:val="003530DD"/>
    <w:rsid w:val="003546F7"/>
    <w:rsid w:val="00363F78"/>
    <w:rsid w:val="003843F1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7B2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510D0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5F3EDA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A99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0632E"/>
    <w:rsid w:val="0081554D"/>
    <w:rsid w:val="0081707E"/>
    <w:rsid w:val="00822217"/>
    <w:rsid w:val="0082636C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5539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D28E7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1AE4"/>
    <w:rsid w:val="00A43BF6"/>
    <w:rsid w:val="00A53FA5"/>
    <w:rsid w:val="00A54817"/>
    <w:rsid w:val="00A601C8"/>
    <w:rsid w:val="00A60799"/>
    <w:rsid w:val="00A75E35"/>
    <w:rsid w:val="00A82A74"/>
    <w:rsid w:val="00A84C85"/>
    <w:rsid w:val="00A97DE1"/>
    <w:rsid w:val="00AB053C"/>
    <w:rsid w:val="00AB32C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26AE"/>
    <w:rsid w:val="00C94B98"/>
    <w:rsid w:val="00CA2B96"/>
    <w:rsid w:val="00CA5089"/>
    <w:rsid w:val="00CA642C"/>
    <w:rsid w:val="00CB42CB"/>
    <w:rsid w:val="00CC0147"/>
    <w:rsid w:val="00CD6897"/>
    <w:rsid w:val="00CE5BAC"/>
    <w:rsid w:val="00CF25BE"/>
    <w:rsid w:val="00CF561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67"/>
    <w:rsid w:val="00D8678B"/>
    <w:rsid w:val="00DA2114"/>
    <w:rsid w:val="00DC3C99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34F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urydice.org.p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2A883-7940-40CA-883B-93AAF377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1450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</cp:revision>
  <cp:lastPrinted>2019-12-06T09:58:00Z</cp:lastPrinted>
  <dcterms:created xsi:type="dcterms:W3CDTF">2024-09-16T08:59:00Z</dcterms:created>
  <dcterms:modified xsi:type="dcterms:W3CDTF">2024-09-16T08:59:00Z</dcterms:modified>
</cp:coreProperties>
</file>